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DE7AC5" w14:textId="1E43DE9D" w:rsidR="0020437B" w:rsidRDefault="0020437B" w:rsidP="00D14D11">
      <w:pPr>
        <w:spacing w:after="0" w:line="240" w:lineRule="auto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B45000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B45000">
        <w:rPr>
          <w:lang w:eastAsia="cs-CZ"/>
        </w:rPr>
        <w:t>Výzvy k podání nabídky</w:t>
      </w:r>
    </w:p>
    <w:p w14:paraId="43189575" w14:textId="77777777" w:rsidR="0020437B" w:rsidRDefault="0020437B" w:rsidP="00D14D11">
      <w:pPr>
        <w:pStyle w:val="Zhlav"/>
        <w:jc w:val="both"/>
      </w:pPr>
    </w:p>
    <w:p w14:paraId="7731564F" w14:textId="33709531" w:rsidR="0020437B" w:rsidRDefault="0020437B" w:rsidP="00D14D11">
      <w:pPr>
        <w:pStyle w:val="Zhlav"/>
        <w:jc w:val="both"/>
      </w:pPr>
    </w:p>
    <w:tbl>
      <w:tblPr>
        <w:tblStyle w:val="TableNormal1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D14D11">
            <w:pPr>
              <w:pStyle w:val="Zhlav"/>
              <w:tabs>
                <w:tab w:val="clear" w:pos="9072"/>
                <w:tab w:val="right" w:pos="8903"/>
              </w:tabs>
              <w:jc w:val="both"/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D14D11">
            <w:pPr>
              <w:pStyle w:val="Zhlav"/>
              <w:tabs>
                <w:tab w:val="clear" w:pos="9072"/>
                <w:tab w:val="right" w:pos="8903"/>
              </w:tabs>
              <w:jc w:val="both"/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D14D11">
            <w:pPr>
              <w:jc w:val="both"/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42195F73" w:rsidR="0020437B" w:rsidRPr="002260C3" w:rsidRDefault="00A0380A" w:rsidP="00D14D11">
            <w:pPr>
              <w:jc w:val="both"/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bookmarkStart w:id="0" w:name="_Hlk103073271"/>
            <w:r w:rsidR="006264BC">
              <w:rPr>
                <w:rFonts w:asciiTheme="minorHAnsi" w:hAnsiTheme="minorHAnsi"/>
                <w:b/>
                <w:sz w:val="18"/>
                <w:szCs w:val="18"/>
              </w:rPr>
              <w:t>Výstavba</w:t>
            </w:r>
            <w:r w:rsidR="00B45000">
              <w:rPr>
                <w:rFonts w:asciiTheme="minorHAnsi" w:hAnsiTheme="minorHAnsi"/>
                <w:b/>
                <w:sz w:val="18"/>
                <w:szCs w:val="18"/>
              </w:rPr>
              <w:t xml:space="preserve"> interní certifikační autority a implementace systému pro bezpečnou správu privátních klíčů</w:t>
            </w:r>
            <w:bookmarkEnd w:id="0"/>
            <w:r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D14D11">
      <w:pPr>
        <w:spacing w:before="120" w:after="1200" w:line="240" w:lineRule="auto"/>
        <w:jc w:val="both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30F20B01" w14:textId="77777777" w:rsidR="0020437B" w:rsidRPr="002260C3" w:rsidRDefault="0020437B" w:rsidP="00D14D11">
      <w:pPr>
        <w:pStyle w:val="RLProhlensmluvnchstran"/>
        <w:jc w:val="both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78BE4DDA" w:rsidR="0020437B" w:rsidRPr="00D14D11" w:rsidRDefault="0020437B" w:rsidP="00D14D11">
      <w:pPr>
        <w:pStyle w:val="RLdajeosmluvnstran0"/>
        <w:jc w:val="both"/>
        <w:rPr>
          <w:rFonts w:asciiTheme="minorHAnsi" w:hAnsiTheme="minorHAnsi"/>
          <w:bC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D14D11" w:rsidRPr="00F0685F">
        <w:rPr>
          <w:rFonts w:asciiTheme="minorHAnsi" w:hAnsiTheme="minorHAnsi"/>
          <w:b/>
          <w:sz w:val="18"/>
          <w:szCs w:val="18"/>
        </w:rPr>
        <w:t xml:space="preserve">Bc. Jiřím Svobodou, MBA, </w:t>
      </w:r>
      <w:r w:rsidR="00D14D11" w:rsidRPr="00F0685F">
        <w:rPr>
          <w:rFonts w:asciiTheme="minorHAnsi" w:hAnsiTheme="minorHAnsi"/>
          <w:bCs/>
          <w:sz w:val="18"/>
          <w:szCs w:val="18"/>
        </w:rPr>
        <w:t>generálním ředitelem</w:t>
      </w:r>
    </w:p>
    <w:p w14:paraId="42A5160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07D2F682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8EB1E37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D83A09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D14D11">
      <w:pPr>
        <w:spacing w:after="120" w:line="280" w:lineRule="exact"/>
        <w:jc w:val="both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1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1"/>
    </w:p>
    <w:p w14:paraId="4286587A" w14:textId="58252958" w:rsidR="0020437B" w:rsidRPr="002260C3" w:rsidRDefault="0020437B" w:rsidP="00935D01">
      <w:pPr>
        <w:pStyle w:val="RLTextlnkuslovan"/>
        <w:rPr>
          <w:lang w:eastAsia="en-US"/>
        </w:rPr>
      </w:pPr>
      <w:bookmarkStart w:id="2" w:name="_Ref303256455"/>
      <w:bookmarkStart w:id="3" w:name="_Ref303252683"/>
      <w:bookmarkStart w:id="4" w:name="_Ref303258566"/>
      <w:r w:rsidRPr="002260C3">
        <w:t>Zadavatel</w:t>
      </w:r>
      <w:r>
        <w:t xml:space="preserve"> zadává veřejnou zakázku jako </w:t>
      </w:r>
      <w:r w:rsidR="00B45000">
        <w:t xml:space="preserve">podlimitní </w:t>
      </w:r>
      <w:r w:rsidRPr="00D14D11">
        <w:t>sektorovou veřejnou</w:t>
      </w:r>
      <w:r>
        <w:t xml:space="preserve"> zakázku </w:t>
      </w:r>
      <w:r w:rsidRPr="002260C3">
        <w:t>s</w:t>
      </w:r>
      <w:r w:rsidR="00D14D11">
        <w:t> </w:t>
      </w:r>
      <w:r w:rsidRPr="002260C3">
        <w:t xml:space="preserve">názvem </w:t>
      </w:r>
      <w:r w:rsidRPr="00B45000">
        <w:t>„</w:t>
      </w:r>
      <w:r w:rsidR="006264BC">
        <w:t>Výstavba</w:t>
      </w:r>
      <w:r w:rsidR="00B45000" w:rsidRPr="00B45000">
        <w:t xml:space="preserve"> interní certifikační autority a implementace systému pro</w:t>
      </w:r>
      <w:r w:rsidR="005360E8">
        <w:t> </w:t>
      </w:r>
      <w:r w:rsidR="00B45000" w:rsidRPr="00B45000">
        <w:t>bezpečnou správu privátních klíčů</w:t>
      </w:r>
      <w:r w:rsidRPr="00B45000">
        <w:t>“</w:t>
      </w:r>
      <w:r w:rsidR="00B4459D" w:rsidRPr="00B4459D">
        <w:t xml:space="preserve"> </w:t>
      </w:r>
      <w:r w:rsidR="00B4459D">
        <w:t>č. j.</w:t>
      </w:r>
      <w:r w:rsidR="00891C96">
        <w:rPr>
          <w:rFonts w:eastAsia="Calibri"/>
        </w:rPr>
        <w:t xml:space="preserve"> </w:t>
      </w:r>
      <w:r w:rsidR="00891C96" w:rsidRPr="00891C96">
        <w:t xml:space="preserve">43905/2022-SŽ-GŘ-O8 </w:t>
      </w:r>
      <w:r w:rsidRPr="002260C3">
        <w:t>(dále jen „</w:t>
      </w:r>
      <w:r w:rsidRPr="002260C3">
        <w:rPr>
          <w:b/>
        </w:rPr>
        <w:t>Veřejná zakázka</w:t>
      </w:r>
      <w:r>
        <w:t xml:space="preserve">“) </w:t>
      </w:r>
      <w:r w:rsidR="00B45000">
        <w:t>mimo režim</w:t>
      </w:r>
      <w:r w:rsidRPr="002260C3">
        <w:t xml:space="preserve"> zákona č. 134/2016 Sb., o zadávání veřejných zakázkách, ve znění pozdějších předpisů (dále jen „</w:t>
      </w:r>
      <w:r w:rsidRPr="002260C3">
        <w:rPr>
          <w:b/>
        </w:rPr>
        <w:t>ZZVZ</w:t>
      </w:r>
      <w:r w:rsidRPr="002260C3">
        <w:t>“).</w:t>
      </w:r>
      <w:bookmarkEnd w:id="2"/>
      <w:r w:rsidRPr="002260C3">
        <w:t xml:space="preserve"> </w:t>
      </w:r>
      <w:bookmarkEnd w:id="3"/>
      <w:r w:rsidRPr="002260C3">
        <w:t xml:space="preserve">Dodavatel s úmyslem účastnit se </w:t>
      </w:r>
      <w:r w:rsidR="00B45000">
        <w:t>výběrového</w:t>
      </w:r>
      <w:r w:rsidRPr="002260C3">
        <w:t xml:space="preserve"> řízení na</w:t>
      </w:r>
      <w:r w:rsidR="005C1B06">
        <w:t> </w:t>
      </w:r>
      <w:r w:rsidRPr="002260C3">
        <w:t>zadání Veřejné zakázky požaduje vydání část</w:t>
      </w:r>
      <w:r w:rsidR="00F0685F">
        <w:t>i</w:t>
      </w:r>
      <w:r w:rsidRPr="002260C3">
        <w:t xml:space="preserve"> zadávací dokumentace</w:t>
      </w:r>
      <w:r w:rsidR="005360E8">
        <w:t>, resp.</w:t>
      </w:r>
      <w:r w:rsidR="00125721">
        <w:t> </w:t>
      </w:r>
      <w:r w:rsidR="005360E8">
        <w:t>výzvy k podání nabídky</w:t>
      </w:r>
      <w:r w:rsidR="00F0685F">
        <w:t xml:space="preserve">, a to konkrétně </w:t>
      </w:r>
      <w:r w:rsidR="00F0685F" w:rsidRPr="006264BC">
        <w:t xml:space="preserve">Přílohy č. </w:t>
      </w:r>
      <w:r w:rsidR="00B45000" w:rsidRPr="006264BC">
        <w:t>5</w:t>
      </w:r>
      <w:r w:rsidR="00F0685F" w:rsidRPr="006264BC">
        <w:t xml:space="preserve"> </w:t>
      </w:r>
      <w:r w:rsidR="00B45000" w:rsidRPr="006264BC">
        <w:t>Výzvy k podání nabídky</w:t>
      </w:r>
      <w:r w:rsidR="00F0685F" w:rsidRPr="006264BC">
        <w:t xml:space="preserve"> s názvem „Popis prostředí“,</w:t>
      </w:r>
      <w:r w:rsidR="00F0685F">
        <w:t xml:space="preserve"> která tvoří</w:t>
      </w:r>
      <w:r w:rsidRPr="002260C3">
        <w:t> Přílo</w:t>
      </w:r>
      <w:r w:rsidR="00F0685F">
        <w:t>hu</w:t>
      </w:r>
      <w:r w:rsidRPr="002260C3">
        <w:t xml:space="preserve"> č.</w:t>
      </w:r>
      <w:r w:rsidR="005360E8">
        <w:t> </w:t>
      </w:r>
      <w:r w:rsidRPr="002260C3">
        <w:t xml:space="preserve">1 této Dohody, </w:t>
      </w:r>
      <w:r w:rsidR="00125721">
        <w:t>a Přílohy č. 8 Závazného vzoru smlouvy s názvem „Seznam interních předpisů“</w:t>
      </w:r>
      <w:r w:rsidR="00935D01">
        <w:t xml:space="preserve"> </w:t>
      </w:r>
      <w:r w:rsidR="00935D01">
        <w:rPr>
          <w:rFonts w:asciiTheme="minorHAnsi" w:hAnsiTheme="minorHAnsi"/>
          <w:sz w:val="18"/>
          <w:szCs w:val="18"/>
        </w:rPr>
        <w:t>včetně samotných</w:t>
      </w:r>
      <w:r w:rsidR="00935D01" w:rsidRPr="00935D01">
        <w:rPr>
          <w:rFonts w:asciiTheme="minorHAnsi" w:hAnsiTheme="minorHAnsi"/>
          <w:sz w:val="18"/>
          <w:szCs w:val="18"/>
        </w:rPr>
        <w:t xml:space="preserve"> interní</w:t>
      </w:r>
      <w:r w:rsidR="00935D01">
        <w:rPr>
          <w:rFonts w:asciiTheme="minorHAnsi" w:hAnsiTheme="minorHAnsi"/>
          <w:sz w:val="18"/>
          <w:szCs w:val="18"/>
        </w:rPr>
        <w:t>ch předpisů</w:t>
      </w:r>
      <w:r w:rsidR="00125721">
        <w:t xml:space="preserve">, která tvoří Přílohu č. 2 této dohody, </w:t>
      </w:r>
      <w:r w:rsidR="00F0685F">
        <w:t xml:space="preserve">a </w:t>
      </w:r>
      <w:r w:rsidRPr="002260C3">
        <w:t>kter</w:t>
      </w:r>
      <w:r w:rsidR="00125721">
        <w:t>é</w:t>
      </w:r>
      <w:r w:rsidR="00D14D11">
        <w:t> </w:t>
      </w:r>
      <w:r w:rsidRPr="002260C3">
        <w:t>obsahuj</w:t>
      </w:r>
      <w:r w:rsidR="00125721">
        <w:t>í</w:t>
      </w:r>
      <w:r w:rsidRPr="002260C3">
        <w:t xml:space="preserve"> informace, jež</w:t>
      </w:r>
      <w:r w:rsidR="00B738AB">
        <w:t> </w:t>
      </w:r>
      <w:r w:rsidRPr="002260C3">
        <w:t>Zadavatel považuje za</w:t>
      </w:r>
      <w:r w:rsidR="00125721">
        <w:t> </w:t>
      </w:r>
      <w:r w:rsidRPr="002260C3">
        <w:t>důvěrné a vyžaduje jejich ochranu (dále jen „</w:t>
      </w:r>
      <w:r w:rsidRPr="002260C3">
        <w:rPr>
          <w:b/>
        </w:rPr>
        <w:t>Důvěrné</w:t>
      </w:r>
      <w:r w:rsidRPr="002260C3">
        <w:t xml:space="preserve"> </w:t>
      </w:r>
      <w:r w:rsidRPr="002260C3">
        <w:rPr>
          <w:b/>
        </w:rPr>
        <w:t>informace</w:t>
      </w:r>
      <w:r w:rsidRPr="002260C3">
        <w:t>“). Z tohoto důvodu uzavírají Strany tuto Dohodu, která upravuje pravidla pro nakládání s Důvěrnými informacemi převzatými Dodavatelem.</w:t>
      </w:r>
      <w:bookmarkEnd w:id="4"/>
    </w:p>
    <w:p w14:paraId="36FD2493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3D02660C" w:rsidR="0020437B" w:rsidRPr="002260C3" w:rsidRDefault="0020437B" w:rsidP="00D14D11">
      <w:pPr>
        <w:pStyle w:val="RLTextlnkuslovan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</w:t>
      </w:r>
      <w:r w:rsidR="00125721">
        <w:rPr>
          <w:rFonts w:asciiTheme="minorHAnsi" w:hAnsiTheme="minorHAnsi"/>
          <w:sz w:val="18"/>
          <w:szCs w:val="18"/>
        </w:rPr>
        <w:t xml:space="preserve"> a č. 2</w:t>
      </w:r>
      <w:r w:rsidRPr="002260C3">
        <w:rPr>
          <w:rFonts w:asciiTheme="minorHAnsi" w:hAnsiTheme="minorHAnsi"/>
          <w:sz w:val="18"/>
          <w:szCs w:val="18"/>
        </w:rPr>
        <w:t xml:space="preserve"> této Dohody, jsou považovány za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25721976" w14:textId="7011A30C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>Dodavatel je oprávněn Důvěrné informace užít jen pro účely své účasti v</w:t>
      </w:r>
      <w:r w:rsidR="00B45000">
        <w:rPr>
          <w:rFonts w:asciiTheme="minorHAnsi" w:hAnsiTheme="minorHAnsi"/>
          <w:sz w:val="18"/>
          <w:szCs w:val="18"/>
        </w:rPr>
        <w:t>e</w:t>
      </w:r>
      <w:r w:rsidR="005360E8">
        <w:rPr>
          <w:rFonts w:asciiTheme="minorHAnsi" w:hAnsiTheme="minorHAnsi"/>
          <w:sz w:val="18"/>
          <w:szCs w:val="18"/>
        </w:rPr>
        <w:t> </w:t>
      </w:r>
      <w:r w:rsidR="00B45000">
        <w:rPr>
          <w:rFonts w:asciiTheme="minorHAnsi" w:hAnsiTheme="minorHAnsi"/>
          <w:sz w:val="18"/>
          <w:szCs w:val="18"/>
        </w:rPr>
        <w:t>výběrovém</w:t>
      </w:r>
      <w:r w:rsidRPr="002260C3">
        <w:rPr>
          <w:rFonts w:asciiTheme="minorHAnsi" w:hAnsiTheme="minorHAnsi"/>
          <w:sz w:val="18"/>
          <w:szCs w:val="18"/>
        </w:rPr>
        <w:t xml:space="preserve">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25479D1C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44A1C62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 Důvěrnými informacemi seznámit pro účely účasti Dodavatele v</w:t>
      </w:r>
      <w:r w:rsidR="00B45000">
        <w:rPr>
          <w:rFonts w:asciiTheme="minorHAnsi" w:hAnsiTheme="minorHAnsi"/>
          <w:sz w:val="18"/>
          <w:szCs w:val="18"/>
        </w:rPr>
        <w:t>e výběrovém</w:t>
      </w:r>
      <w:r w:rsidRPr="002260C3">
        <w:rPr>
          <w:rFonts w:asciiTheme="minorHAnsi" w:hAnsiTheme="minorHAnsi"/>
          <w:sz w:val="18"/>
          <w:szCs w:val="18"/>
        </w:rPr>
        <w:t xml:space="preserve">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25A6E8C1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D14D11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5F769E54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5443E0">
        <w:rPr>
          <w:rFonts w:asciiTheme="minorHAnsi" w:hAnsiTheme="minorHAnsi"/>
          <w:sz w:val="18"/>
          <w:szCs w:val="18"/>
        </w:rPr>
        <w:t>CD</w:t>
      </w:r>
      <w:r w:rsidR="004C762A" w:rsidRPr="005443E0">
        <w:rPr>
          <w:rFonts w:asciiTheme="minorHAnsi" w:hAnsiTheme="minorHAnsi"/>
          <w:sz w:val="18"/>
          <w:szCs w:val="18"/>
        </w:rPr>
        <w:t>/</w:t>
      </w:r>
      <w:proofErr w:type="spellStart"/>
      <w:r w:rsidR="004C762A" w:rsidRPr="005443E0">
        <w:rPr>
          <w:rFonts w:asciiTheme="minorHAnsi" w:hAnsiTheme="minorHAnsi"/>
          <w:sz w:val="18"/>
          <w:szCs w:val="18"/>
        </w:rPr>
        <w:t>flash</w:t>
      </w:r>
      <w:proofErr w:type="spellEnd"/>
      <w:r w:rsidR="004C762A" w:rsidRPr="005443E0">
        <w:rPr>
          <w:rFonts w:asciiTheme="minorHAnsi" w:hAnsiTheme="minorHAnsi"/>
          <w:sz w:val="18"/>
          <w:szCs w:val="18"/>
        </w:rPr>
        <w:t xml:space="preserve"> disk</w:t>
      </w:r>
      <w:r w:rsidRPr="004C762A">
        <w:rPr>
          <w:rFonts w:asciiTheme="minorHAnsi" w:hAnsiTheme="minorHAnsi"/>
          <w:sz w:val="18"/>
          <w:szCs w:val="18"/>
        </w:rPr>
        <w:t xml:space="preserve"> s</w:t>
      </w:r>
      <w:r w:rsidRPr="002260C3">
        <w:rPr>
          <w:rFonts w:asciiTheme="minorHAnsi" w:hAnsiTheme="minorHAnsi"/>
          <w:sz w:val="18"/>
          <w:szCs w:val="18"/>
        </w:rPr>
        <w:t> Důvěrnými informacemi bude po podpisu této Dohody předáno Dodavateli a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zůstává ve výhradním vlastnictví Zadavatele.</w:t>
      </w:r>
    </w:p>
    <w:p w14:paraId="34592784" w14:textId="77777777" w:rsidR="0020437B" w:rsidRPr="002260C3" w:rsidRDefault="0020437B" w:rsidP="00D20BC6">
      <w:pPr>
        <w:pStyle w:val="RLlneksmlouvy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5B4DCA51" w14:textId="18A87C00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="00D20BC6">
        <w:rPr>
          <w:rFonts w:asciiTheme="minorHAnsi" w:hAnsiTheme="minorHAnsi"/>
          <w:sz w:val="18"/>
          <w:szCs w:val="18"/>
        </w:rPr>
        <w:t xml:space="preserve">této </w:t>
      </w:r>
      <w:r w:rsidRPr="002260C3">
        <w:rPr>
          <w:rFonts w:asciiTheme="minorHAnsi" w:hAnsiTheme="minorHAnsi"/>
          <w:sz w:val="18"/>
          <w:szCs w:val="18"/>
        </w:rPr>
        <w:t>Dohody.</w:t>
      </w:r>
      <w:bookmarkEnd w:id="12"/>
    </w:p>
    <w:p w14:paraId="52577DAF" w14:textId="77777777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Za Poddodavatele se považuje jakákoliv třetí osoba spolupracující s Dodavatelem dle 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 ohledu na to, zda: </w:t>
      </w:r>
    </w:p>
    <w:p w14:paraId="017D90DF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145A460C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5"/>
    </w:p>
    <w:bookmarkEnd w:id="13"/>
    <w:bookmarkEnd w:id="14"/>
    <w:p w14:paraId="1AFC07A9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3FC9F34C" w:rsidR="0020437B" w:rsidRPr="00E56A79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zničí CD</w:t>
      </w:r>
      <w:r w:rsidR="005443E0">
        <w:rPr>
          <w:rFonts w:asciiTheme="minorHAnsi" w:hAnsiTheme="minorHAnsi"/>
          <w:sz w:val="18"/>
          <w:szCs w:val="18"/>
          <w:lang w:eastAsia="en-US"/>
        </w:rPr>
        <w:t>/</w:t>
      </w:r>
      <w:proofErr w:type="spellStart"/>
      <w:r w:rsidR="005443E0">
        <w:rPr>
          <w:rFonts w:asciiTheme="minorHAnsi" w:hAnsiTheme="minorHAnsi"/>
          <w:sz w:val="18"/>
          <w:szCs w:val="18"/>
          <w:lang w:eastAsia="en-US"/>
        </w:rPr>
        <w:t>flash</w:t>
      </w:r>
      <w:proofErr w:type="spellEnd"/>
      <w:r w:rsidR="005443E0">
        <w:rPr>
          <w:rFonts w:asciiTheme="minorHAnsi" w:hAnsiTheme="minorHAnsi"/>
          <w:sz w:val="18"/>
          <w:szCs w:val="18"/>
          <w:lang w:eastAsia="en-US"/>
        </w:rPr>
        <w:t xml:space="preserve"> disk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s Důvěrnými informacemi a rovněž jakékoliv kopie Důvěrných informací, které v souvislosti s plněním předmětu a</w:t>
      </w:r>
      <w:r w:rsidR="005360E8">
        <w:rPr>
          <w:rFonts w:asciiTheme="minorHAnsi" w:hAnsiTheme="minorHAnsi"/>
          <w:sz w:val="18"/>
          <w:szCs w:val="18"/>
          <w:lang w:eastAsia="en-US"/>
        </w:rPr>
        <w:t> </w:t>
      </w:r>
      <w:r w:rsidRPr="00E56A79">
        <w:rPr>
          <w:rFonts w:asciiTheme="minorHAnsi" w:hAnsiTheme="minorHAnsi"/>
          <w:sz w:val="18"/>
          <w:szCs w:val="18"/>
          <w:lang w:eastAsia="en-US"/>
        </w:rPr>
        <w:t>účelu této Dohody pořídil, tak, že informace nebudou dále použitelné ani</w:t>
      </w:r>
      <w:r w:rsidR="005360E8">
        <w:rPr>
          <w:rFonts w:asciiTheme="minorHAnsi" w:hAnsiTheme="minorHAnsi"/>
          <w:sz w:val="18"/>
          <w:szCs w:val="18"/>
          <w:lang w:eastAsia="en-US"/>
        </w:rPr>
        <w:t> </w:t>
      </w:r>
      <w:r w:rsidRPr="00E56A79">
        <w:rPr>
          <w:rFonts w:asciiTheme="minorHAnsi" w:hAnsiTheme="minorHAnsi"/>
          <w:sz w:val="18"/>
          <w:szCs w:val="18"/>
          <w:lang w:eastAsia="en-US"/>
        </w:rPr>
        <w:t>obnovitelné, a to bezodkladně po:</w:t>
      </w:r>
    </w:p>
    <w:p w14:paraId="1944CEC9" w14:textId="1CF73218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uplynutí lhůty pro podání nabídek do </w:t>
      </w:r>
      <w:r w:rsidR="00B45000">
        <w:rPr>
          <w:rFonts w:asciiTheme="minorHAnsi" w:hAnsiTheme="minorHAnsi"/>
          <w:sz w:val="18"/>
          <w:szCs w:val="18"/>
          <w:lang w:eastAsia="en-US"/>
        </w:rPr>
        <w:t xml:space="preserve">výběrového </w:t>
      </w:r>
      <w:r w:rsidRPr="002260C3">
        <w:rPr>
          <w:rFonts w:asciiTheme="minorHAnsi" w:hAnsiTheme="minorHAnsi"/>
          <w:sz w:val="18"/>
          <w:szCs w:val="18"/>
          <w:lang w:eastAsia="en-US"/>
        </w:rPr>
        <w:t>řízení na zadání Veřejné zakázky, nepodal-li nabídku před jejím uplynutím;</w:t>
      </w:r>
    </w:p>
    <w:p w14:paraId="7FBDC138" w14:textId="097808F8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</w:t>
      </w:r>
      <w:r w:rsidR="00B45000">
        <w:rPr>
          <w:rFonts w:asciiTheme="minorHAnsi" w:hAnsiTheme="minorHAnsi"/>
          <w:sz w:val="18"/>
          <w:szCs w:val="18"/>
          <w:lang w:eastAsia="en-US"/>
        </w:rPr>
        <w:t>e výběrovém</w:t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řízení na zadání Veřejné zakázky nebo ukončení </w:t>
      </w:r>
      <w:r w:rsidR="00B45000">
        <w:rPr>
          <w:rFonts w:asciiTheme="minorHAnsi" w:hAnsiTheme="minorHAnsi"/>
          <w:sz w:val="18"/>
          <w:szCs w:val="18"/>
          <w:lang w:eastAsia="en-US"/>
        </w:rPr>
        <w:t>výběrového</w:t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řízení, pokud s ním nebyla uzavřena smlouvy na</w:t>
      </w:r>
      <w:r w:rsidR="00D20BC6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FA91B81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044A9FF9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</w:t>
      </w:r>
      <w:r w:rsidR="005360E8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01BBB9FF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ZÁVĚREČNÁ USTANOVENÍ</w:t>
      </w:r>
    </w:p>
    <w:p w14:paraId="3AD17999" w14:textId="36D29933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0A0762F0" w:rsidR="0020437B" w:rsidRDefault="0020437B" w:rsidP="00D20BC6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Příloha č. 1: </w:t>
      </w:r>
      <w:r w:rsidR="005360E8">
        <w:rPr>
          <w:rFonts w:asciiTheme="minorHAnsi" w:hAnsiTheme="minorHAnsi"/>
          <w:sz w:val="18"/>
          <w:szCs w:val="18"/>
        </w:rPr>
        <w:t>Dokument obsahující</w:t>
      </w:r>
      <w:r w:rsidRPr="002260C3">
        <w:rPr>
          <w:rFonts w:asciiTheme="minorHAnsi" w:hAnsiTheme="minorHAnsi"/>
          <w:sz w:val="18"/>
          <w:szCs w:val="18"/>
        </w:rPr>
        <w:t xml:space="preserve"> Důvěrn</w:t>
      </w:r>
      <w:r w:rsidR="005360E8">
        <w:rPr>
          <w:rFonts w:asciiTheme="minorHAnsi" w:hAnsiTheme="minorHAnsi"/>
          <w:sz w:val="18"/>
          <w:szCs w:val="18"/>
        </w:rPr>
        <w:t>é</w:t>
      </w:r>
      <w:r w:rsidRPr="002260C3">
        <w:rPr>
          <w:rFonts w:asciiTheme="minorHAnsi" w:hAnsiTheme="minorHAnsi"/>
          <w:sz w:val="18"/>
          <w:szCs w:val="18"/>
        </w:rPr>
        <w:t xml:space="preserve"> informac</w:t>
      </w:r>
      <w:r w:rsidR="005360E8">
        <w:rPr>
          <w:rFonts w:asciiTheme="minorHAnsi" w:hAnsiTheme="minorHAnsi"/>
          <w:sz w:val="18"/>
          <w:szCs w:val="18"/>
        </w:rPr>
        <w:t>e</w:t>
      </w:r>
      <w:r w:rsidR="00B738AB">
        <w:rPr>
          <w:rFonts w:asciiTheme="minorHAnsi" w:hAnsiTheme="minorHAnsi"/>
          <w:sz w:val="18"/>
          <w:szCs w:val="18"/>
        </w:rPr>
        <w:t xml:space="preserve"> (tj. „Popis prostředí“)</w:t>
      </w:r>
    </w:p>
    <w:p w14:paraId="5DC4225A" w14:textId="361C56AB" w:rsidR="00B738AB" w:rsidRPr="002260C3" w:rsidRDefault="00B738AB" w:rsidP="00D20BC6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Příloha č. 2:</w:t>
      </w:r>
      <w:r w:rsidRPr="00B738AB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>Dokument obsahující</w:t>
      </w:r>
      <w:r w:rsidRPr="002260C3">
        <w:rPr>
          <w:rFonts w:asciiTheme="minorHAnsi" w:hAnsiTheme="minorHAnsi"/>
          <w:sz w:val="18"/>
          <w:szCs w:val="18"/>
        </w:rPr>
        <w:t xml:space="preserve"> Důvěrn</w:t>
      </w:r>
      <w:r>
        <w:rPr>
          <w:rFonts w:asciiTheme="minorHAnsi" w:hAnsiTheme="minorHAnsi"/>
          <w:sz w:val="18"/>
          <w:szCs w:val="18"/>
        </w:rPr>
        <w:t>é</w:t>
      </w:r>
      <w:r w:rsidRPr="002260C3">
        <w:rPr>
          <w:rFonts w:asciiTheme="minorHAnsi" w:hAnsiTheme="minorHAnsi"/>
          <w:sz w:val="18"/>
          <w:szCs w:val="18"/>
        </w:rPr>
        <w:t xml:space="preserve"> informac</w:t>
      </w:r>
      <w:r>
        <w:rPr>
          <w:rFonts w:asciiTheme="minorHAnsi" w:hAnsiTheme="minorHAnsi"/>
          <w:sz w:val="18"/>
          <w:szCs w:val="18"/>
        </w:rPr>
        <w:t>e (tj. „Seznam interních předpisů“</w:t>
      </w:r>
      <w:r w:rsidR="005A346C">
        <w:rPr>
          <w:rFonts w:asciiTheme="minorHAnsi" w:hAnsiTheme="minorHAnsi"/>
          <w:sz w:val="18"/>
          <w:szCs w:val="18"/>
        </w:rPr>
        <w:t xml:space="preserve"> </w:t>
      </w:r>
      <w:r w:rsidR="00935D01">
        <w:rPr>
          <w:rFonts w:asciiTheme="minorHAnsi" w:hAnsiTheme="minorHAnsi"/>
          <w:sz w:val="18"/>
          <w:szCs w:val="18"/>
        </w:rPr>
        <w:t>včetně samotných</w:t>
      </w:r>
      <w:r w:rsidR="005A346C" w:rsidRPr="005A346C">
        <w:rPr>
          <w:rFonts w:asciiTheme="minorHAnsi" w:hAnsiTheme="minorHAnsi"/>
          <w:sz w:val="18"/>
          <w:szCs w:val="18"/>
        </w:rPr>
        <w:t xml:space="preserve"> interní</w:t>
      </w:r>
      <w:r w:rsidR="00935D01">
        <w:rPr>
          <w:rFonts w:asciiTheme="minorHAnsi" w:hAnsiTheme="minorHAnsi"/>
          <w:sz w:val="18"/>
          <w:szCs w:val="18"/>
        </w:rPr>
        <w:t>ch předpisů</w:t>
      </w:r>
      <w:r>
        <w:rPr>
          <w:rFonts w:asciiTheme="minorHAnsi" w:hAnsiTheme="minorHAnsi"/>
          <w:sz w:val="18"/>
          <w:szCs w:val="18"/>
        </w:rPr>
        <w:t>)</w:t>
      </w:r>
    </w:p>
    <w:p w14:paraId="7524B261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Tato Dohoda je uzavřena ve třech (3) stejnopisech, z nichž zadavatel obdrží dvě (2) vyhotovení a Dodavatel obdrží jedno (1) Vyhotovení. </w:t>
      </w:r>
    </w:p>
    <w:p w14:paraId="1BDC2DE6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8D99CE8" w14:textId="3EB59174" w:rsidR="0020437B" w:rsidRDefault="0020437B" w:rsidP="00D20BC6">
      <w:pPr>
        <w:pStyle w:val="RLProhlensmluvnchstran"/>
        <w:jc w:val="both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 xml:space="preserve">Příloha č. 1 – </w:t>
      </w:r>
      <w:r w:rsidR="000666F6">
        <w:rPr>
          <w:rFonts w:asciiTheme="minorHAnsi" w:hAnsiTheme="minorHAnsi"/>
          <w:b w:val="0"/>
          <w:sz w:val="18"/>
          <w:szCs w:val="18"/>
        </w:rPr>
        <w:t>D</w:t>
      </w:r>
      <w:r w:rsidR="00F0685F">
        <w:rPr>
          <w:rFonts w:asciiTheme="minorHAnsi" w:hAnsiTheme="minorHAnsi"/>
          <w:b w:val="0"/>
          <w:sz w:val="18"/>
          <w:szCs w:val="18"/>
        </w:rPr>
        <w:t>okument obsahující</w:t>
      </w:r>
      <w:r w:rsidRPr="002260C3">
        <w:rPr>
          <w:rFonts w:asciiTheme="minorHAnsi" w:hAnsiTheme="minorHAnsi"/>
          <w:b w:val="0"/>
          <w:sz w:val="18"/>
          <w:szCs w:val="18"/>
        </w:rPr>
        <w:t xml:space="preserve"> Důvěrn</w:t>
      </w:r>
      <w:r w:rsidR="00125721">
        <w:rPr>
          <w:rFonts w:asciiTheme="minorHAnsi" w:hAnsiTheme="minorHAnsi"/>
          <w:b w:val="0"/>
          <w:sz w:val="18"/>
          <w:szCs w:val="18"/>
        </w:rPr>
        <w:t>é</w:t>
      </w:r>
      <w:r w:rsidRPr="002260C3">
        <w:rPr>
          <w:rFonts w:asciiTheme="minorHAnsi" w:hAnsiTheme="minorHAnsi"/>
          <w:b w:val="0"/>
          <w:sz w:val="18"/>
          <w:szCs w:val="18"/>
        </w:rPr>
        <w:t xml:space="preserve"> informac</w:t>
      </w:r>
      <w:r w:rsidR="00125721">
        <w:rPr>
          <w:rFonts w:asciiTheme="minorHAnsi" w:hAnsiTheme="minorHAnsi"/>
          <w:b w:val="0"/>
          <w:sz w:val="18"/>
          <w:szCs w:val="18"/>
        </w:rPr>
        <w:t xml:space="preserve">e </w:t>
      </w:r>
      <w:bookmarkStart w:id="19" w:name="_Hlk106366922"/>
      <w:r w:rsidR="00125721">
        <w:rPr>
          <w:rFonts w:asciiTheme="minorHAnsi" w:hAnsiTheme="minorHAnsi"/>
          <w:b w:val="0"/>
          <w:sz w:val="18"/>
          <w:szCs w:val="18"/>
        </w:rPr>
        <w:t xml:space="preserve">(tj. </w:t>
      </w:r>
      <w:r w:rsidR="00C74152">
        <w:rPr>
          <w:rFonts w:asciiTheme="minorHAnsi" w:hAnsiTheme="minorHAnsi"/>
          <w:b w:val="0"/>
          <w:sz w:val="18"/>
          <w:szCs w:val="18"/>
        </w:rPr>
        <w:t>dokument s názvem „</w:t>
      </w:r>
      <w:r w:rsidR="00125721">
        <w:rPr>
          <w:rFonts w:asciiTheme="minorHAnsi" w:hAnsiTheme="minorHAnsi"/>
          <w:b w:val="0"/>
          <w:sz w:val="18"/>
          <w:szCs w:val="18"/>
        </w:rPr>
        <w:t>Popis prostředí</w:t>
      </w:r>
      <w:r w:rsidR="00C74152">
        <w:rPr>
          <w:rFonts w:asciiTheme="minorHAnsi" w:hAnsiTheme="minorHAnsi"/>
          <w:b w:val="0"/>
          <w:sz w:val="18"/>
          <w:szCs w:val="18"/>
        </w:rPr>
        <w:t>“</w:t>
      </w:r>
      <w:r w:rsidR="00125721">
        <w:rPr>
          <w:rFonts w:asciiTheme="minorHAnsi" w:hAnsiTheme="minorHAnsi"/>
          <w:b w:val="0"/>
          <w:sz w:val="18"/>
          <w:szCs w:val="18"/>
        </w:rPr>
        <w:t>)</w:t>
      </w:r>
      <w:bookmarkEnd w:id="19"/>
    </w:p>
    <w:p w14:paraId="52504F8B" w14:textId="6B128704" w:rsidR="00125721" w:rsidRPr="002260C3" w:rsidRDefault="00125721" w:rsidP="00D20BC6">
      <w:pPr>
        <w:pStyle w:val="RLProhlensmluvnchstran"/>
        <w:jc w:val="both"/>
        <w:rPr>
          <w:rFonts w:asciiTheme="minorHAnsi" w:hAnsiTheme="minorHAnsi"/>
          <w:b w:val="0"/>
          <w:sz w:val="18"/>
          <w:szCs w:val="18"/>
        </w:rPr>
      </w:pPr>
      <w:r>
        <w:rPr>
          <w:rFonts w:asciiTheme="minorHAnsi" w:hAnsiTheme="minorHAnsi"/>
          <w:b w:val="0"/>
          <w:sz w:val="18"/>
          <w:szCs w:val="18"/>
        </w:rPr>
        <w:t xml:space="preserve">Příloha č. 2 – Dokument obsahující Důvěrné informace (tj. </w:t>
      </w:r>
      <w:r w:rsidR="00C74152">
        <w:rPr>
          <w:rFonts w:asciiTheme="minorHAnsi" w:hAnsiTheme="minorHAnsi"/>
          <w:b w:val="0"/>
          <w:sz w:val="18"/>
          <w:szCs w:val="18"/>
        </w:rPr>
        <w:t>dokument s názvem „</w:t>
      </w:r>
      <w:r>
        <w:rPr>
          <w:rFonts w:asciiTheme="minorHAnsi" w:hAnsiTheme="minorHAnsi"/>
          <w:b w:val="0"/>
          <w:sz w:val="18"/>
          <w:szCs w:val="18"/>
        </w:rPr>
        <w:t>Seznam interních předpisů</w:t>
      </w:r>
      <w:r w:rsidR="00C74152">
        <w:rPr>
          <w:rFonts w:asciiTheme="minorHAnsi" w:hAnsiTheme="minorHAnsi"/>
          <w:b w:val="0"/>
          <w:sz w:val="18"/>
          <w:szCs w:val="18"/>
        </w:rPr>
        <w:t>“</w:t>
      </w:r>
      <w:r w:rsidR="005A346C">
        <w:rPr>
          <w:rFonts w:asciiTheme="minorHAnsi" w:hAnsiTheme="minorHAnsi"/>
          <w:b w:val="0"/>
          <w:sz w:val="18"/>
          <w:szCs w:val="18"/>
        </w:rPr>
        <w:t xml:space="preserve"> </w:t>
      </w:r>
      <w:r w:rsidR="00935D01" w:rsidRPr="00935D01">
        <w:rPr>
          <w:rFonts w:asciiTheme="minorHAnsi" w:hAnsiTheme="minorHAnsi"/>
          <w:b w:val="0"/>
          <w:sz w:val="18"/>
          <w:szCs w:val="18"/>
        </w:rPr>
        <w:t>včetně samotných interních předpisů</w:t>
      </w:r>
      <w:r>
        <w:rPr>
          <w:rFonts w:asciiTheme="minorHAnsi" w:hAnsiTheme="minorHAnsi"/>
          <w:b w:val="0"/>
          <w:sz w:val="18"/>
          <w:szCs w:val="18"/>
        </w:rPr>
        <w:t>)</w:t>
      </w:r>
    </w:p>
    <w:p w14:paraId="7F654DA3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D20BC6">
            <w:pPr>
              <w:jc w:val="both"/>
            </w:pPr>
          </w:p>
        </w:tc>
        <w:tc>
          <w:tcPr>
            <w:tcW w:w="4605" w:type="dxa"/>
          </w:tcPr>
          <w:p w14:paraId="4598BD7B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0EF56E96" w14:textId="77777777" w:rsidR="0020437B" w:rsidRPr="00D20BC6" w:rsidRDefault="0020437B" w:rsidP="00D20BC6">
            <w:pPr>
              <w:pStyle w:val="RLProhlensmluvnch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20BC6">
              <w:rPr>
                <w:rFonts w:asciiTheme="minorHAnsi" w:hAnsiTheme="minorHAnsi"/>
                <w:sz w:val="18"/>
                <w:szCs w:val="18"/>
              </w:rPr>
              <w:t>Správa železnic, státní organizace</w:t>
            </w:r>
          </w:p>
          <w:p w14:paraId="78A01966" w14:textId="791E00DC" w:rsidR="0020437B" w:rsidRPr="002260C3" w:rsidRDefault="00D20BC6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0685F">
              <w:rPr>
                <w:rFonts w:asciiTheme="minorHAnsi" w:hAnsiTheme="minorHAnsi"/>
                <w:sz w:val="18"/>
                <w:szCs w:val="18"/>
              </w:rPr>
              <w:t>Bc. Jiří Svoboda, MBA, generální ředitel</w:t>
            </w:r>
          </w:p>
          <w:p w14:paraId="30FB6500" w14:textId="77777777" w:rsidR="0020437B" w:rsidRPr="002260C3" w:rsidRDefault="0020437B" w:rsidP="00D20BC6">
            <w:pPr>
              <w:jc w:val="both"/>
            </w:pPr>
          </w:p>
        </w:tc>
        <w:tc>
          <w:tcPr>
            <w:tcW w:w="4605" w:type="dxa"/>
          </w:tcPr>
          <w:p w14:paraId="375E9016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D20BC6">
            <w:pPr>
              <w:pStyle w:val="RLProhlensmluvnch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005A4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21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21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1B821410" w14:textId="23B954DC" w:rsidR="000666F6" w:rsidRPr="000666F6" w:rsidRDefault="000666F6" w:rsidP="000666F6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  <w:r w:rsidRPr="000666F6">
        <w:rPr>
          <w:rFonts w:asciiTheme="minorHAnsi" w:hAnsiTheme="minorHAnsi"/>
          <w:bCs/>
          <w:sz w:val="18"/>
          <w:szCs w:val="18"/>
        </w:rPr>
        <w:t>Dokument obsahující Důvěrn</w:t>
      </w:r>
      <w:r w:rsidR="00B738AB">
        <w:rPr>
          <w:rFonts w:asciiTheme="minorHAnsi" w:hAnsiTheme="minorHAnsi"/>
          <w:bCs/>
          <w:sz w:val="18"/>
          <w:szCs w:val="18"/>
        </w:rPr>
        <w:t>é</w:t>
      </w:r>
      <w:r w:rsidRPr="000666F6">
        <w:rPr>
          <w:rFonts w:asciiTheme="minorHAnsi" w:hAnsiTheme="minorHAnsi"/>
          <w:bCs/>
          <w:sz w:val="18"/>
          <w:szCs w:val="18"/>
        </w:rPr>
        <w:t xml:space="preserve"> informac</w:t>
      </w:r>
      <w:r w:rsidR="00B738AB">
        <w:rPr>
          <w:rFonts w:asciiTheme="minorHAnsi" w:hAnsiTheme="minorHAnsi"/>
          <w:bCs/>
          <w:sz w:val="18"/>
          <w:szCs w:val="18"/>
        </w:rPr>
        <w:t>e</w:t>
      </w:r>
    </w:p>
    <w:p w14:paraId="725332A8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3DA6CAB3" w:rsidR="0020437B" w:rsidRPr="00E56A79" w:rsidRDefault="0020437B" w:rsidP="48B36839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48B36839">
        <w:rPr>
          <w:rFonts w:asciiTheme="minorHAnsi" w:hAnsiTheme="minorHAnsi"/>
          <w:b w:val="0"/>
          <w:sz w:val="18"/>
          <w:szCs w:val="18"/>
        </w:rPr>
        <w:t xml:space="preserve">Zadavatel poskytuje Dodavateli </w:t>
      </w:r>
      <w:r w:rsidR="000666F6" w:rsidRPr="48B36839">
        <w:rPr>
          <w:rFonts w:asciiTheme="minorHAnsi" w:hAnsiTheme="minorHAnsi"/>
          <w:b w:val="0"/>
          <w:sz w:val="18"/>
          <w:szCs w:val="18"/>
        </w:rPr>
        <w:t>dokument obsahující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Důvěrné informace</w:t>
      </w:r>
      <w:r w:rsidR="000666F6" w:rsidRPr="48B36839">
        <w:rPr>
          <w:rFonts w:asciiTheme="minorHAnsi" w:hAnsiTheme="minorHAnsi"/>
          <w:b w:val="0"/>
          <w:sz w:val="18"/>
          <w:szCs w:val="18"/>
        </w:rPr>
        <w:t xml:space="preserve">, tj. Přílohu č. </w:t>
      </w:r>
      <w:r w:rsidR="005360E8" w:rsidRPr="48B36839">
        <w:rPr>
          <w:rFonts w:asciiTheme="minorHAnsi" w:hAnsiTheme="minorHAnsi"/>
          <w:b w:val="0"/>
          <w:sz w:val="18"/>
          <w:szCs w:val="18"/>
        </w:rPr>
        <w:t>5 Výzvy k podání nabídek</w:t>
      </w:r>
      <w:r w:rsidR="000666F6" w:rsidRPr="48B36839">
        <w:rPr>
          <w:rFonts w:asciiTheme="minorHAnsi" w:hAnsiTheme="minorHAnsi"/>
          <w:b w:val="0"/>
          <w:sz w:val="18"/>
          <w:szCs w:val="18"/>
        </w:rPr>
        <w:t xml:space="preserve"> s názvem „Popis prostředí“</w:t>
      </w:r>
      <w:r w:rsidRPr="48B36839">
        <w:rPr>
          <w:rFonts w:asciiTheme="minorHAnsi" w:hAnsiTheme="minorHAnsi"/>
          <w:b w:val="0"/>
          <w:sz w:val="18"/>
          <w:szCs w:val="18"/>
        </w:rPr>
        <w:t>. CD</w:t>
      </w:r>
      <w:r w:rsidR="000666F6" w:rsidRPr="48B36839">
        <w:rPr>
          <w:rFonts w:asciiTheme="minorHAnsi" w:hAnsiTheme="minorHAnsi"/>
          <w:b w:val="0"/>
          <w:sz w:val="18"/>
          <w:szCs w:val="18"/>
          <w:lang w:eastAsia="en-US"/>
        </w:rPr>
        <w:t>/</w:t>
      </w:r>
      <w:proofErr w:type="spellStart"/>
      <w:r w:rsidR="000666F6" w:rsidRPr="48B36839">
        <w:rPr>
          <w:rFonts w:asciiTheme="minorHAnsi" w:hAnsiTheme="minorHAnsi"/>
          <w:b w:val="0"/>
          <w:sz w:val="18"/>
          <w:szCs w:val="18"/>
          <w:lang w:eastAsia="en-US"/>
        </w:rPr>
        <w:t>flash</w:t>
      </w:r>
      <w:proofErr w:type="spellEnd"/>
      <w:r w:rsidR="000666F6" w:rsidRPr="48B36839">
        <w:rPr>
          <w:rFonts w:asciiTheme="minorHAnsi" w:hAnsiTheme="minorHAnsi"/>
          <w:b w:val="0"/>
          <w:sz w:val="18"/>
          <w:szCs w:val="18"/>
          <w:lang w:eastAsia="en-US"/>
        </w:rPr>
        <w:t xml:space="preserve"> disk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s</w:t>
      </w:r>
      <w:r w:rsidR="000666F6" w:rsidRPr="48B36839">
        <w:rPr>
          <w:rFonts w:asciiTheme="minorHAnsi" w:hAnsiTheme="minorHAnsi"/>
          <w:b w:val="0"/>
          <w:sz w:val="18"/>
          <w:szCs w:val="18"/>
        </w:rPr>
        <w:t> tímto dokumentem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bude po</w:t>
      </w:r>
      <w:r w:rsidR="00AA18C0" w:rsidRPr="48B36839">
        <w:rPr>
          <w:rFonts w:asciiTheme="minorHAnsi" w:hAnsiTheme="minorHAnsi"/>
          <w:b w:val="0"/>
          <w:sz w:val="18"/>
          <w:szCs w:val="18"/>
        </w:rPr>
        <w:t> </w:t>
      </w:r>
      <w:r w:rsidRPr="48B36839">
        <w:rPr>
          <w:rFonts w:asciiTheme="minorHAnsi" w:hAnsiTheme="minorHAnsi"/>
          <w:b w:val="0"/>
          <w:sz w:val="18"/>
          <w:szCs w:val="18"/>
        </w:rPr>
        <w:t>podpisu této Dohody předáno Dodavateli.</w:t>
      </w:r>
    </w:p>
    <w:p w14:paraId="1F4EC7F1" w14:textId="77777777" w:rsidR="0020437B" w:rsidRDefault="0020437B" w:rsidP="000666F6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724D01EF" w14:textId="77777777" w:rsidR="0020437B" w:rsidRPr="009022BC" w:rsidRDefault="0020437B" w:rsidP="0020437B"/>
    <w:p w14:paraId="52630929" w14:textId="78857592" w:rsidR="00ED4B10" w:rsidRDefault="00ED4B10" w:rsidP="0020437B"/>
    <w:p w14:paraId="32FC6637" w14:textId="17EA0F58" w:rsidR="00C74152" w:rsidRDefault="00C74152" w:rsidP="0020437B"/>
    <w:p w14:paraId="095B61C3" w14:textId="11C23190" w:rsidR="00C74152" w:rsidRDefault="00C74152" w:rsidP="0020437B"/>
    <w:p w14:paraId="61F40BDF" w14:textId="6A784A71" w:rsidR="00C74152" w:rsidRDefault="00C74152" w:rsidP="0020437B"/>
    <w:p w14:paraId="23CCC87D" w14:textId="02342B6C" w:rsidR="00C74152" w:rsidRDefault="00C74152" w:rsidP="0020437B"/>
    <w:p w14:paraId="267270B4" w14:textId="0F5A7227" w:rsidR="00C74152" w:rsidRDefault="00C74152" w:rsidP="0020437B"/>
    <w:p w14:paraId="1BD9F499" w14:textId="13894E6D" w:rsidR="00C74152" w:rsidRDefault="00C74152" w:rsidP="0020437B"/>
    <w:p w14:paraId="159271F5" w14:textId="2E2A8CFC" w:rsidR="00C74152" w:rsidRDefault="00C74152" w:rsidP="0020437B"/>
    <w:p w14:paraId="316F763D" w14:textId="1C17E212" w:rsidR="00C74152" w:rsidRDefault="00C74152" w:rsidP="0020437B"/>
    <w:p w14:paraId="5B489332" w14:textId="0A43CA05" w:rsidR="00C74152" w:rsidRDefault="00C74152" w:rsidP="0020437B"/>
    <w:p w14:paraId="65A9E806" w14:textId="42370F96" w:rsidR="00C74152" w:rsidRDefault="00C74152" w:rsidP="0020437B"/>
    <w:p w14:paraId="555DCC6D" w14:textId="0A7850C3" w:rsidR="00C74152" w:rsidRDefault="00C74152" w:rsidP="0020437B"/>
    <w:p w14:paraId="44BEF02D" w14:textId="6C10D60C" w:rsidR="00C74152" w:rsidRDefault="00C74152" w:rsidP="0020437B"/>
    <w:p w14:paraId="5CF0732F" w14:textId="0F7FB06A" w:rsidR="00C74152" w:rsidRDefault="00C74152" w:rsidP="0020437B"/>
    <w:p w14:paraId="309F79EC" w14:textId="71151B0A" w:rsidR="00C74152" w:rsidRDefault="00C74152" w:rsidP="0020437B"/>
    <w:p w14:paraId="51BB3356" w14:textId="15AD48E1" w:rsidR="00C74152" w:rsidRDefault="00C74152" w:rsidP="0020437B"/>
    <w:p w14:paraId="33D1A306" w14:textId="0C67FB5E" w:rsidR="00C74152" w:rsidRDefault="00C74152" w:rsidP="0020437B"/>
    <w:p w14:paraId="0C2304FE" w14:textId="36832E75" w:rsidR="00C74152" w:rsidRDefault="00C74152" w:rsidP="0020437B"/>
    <w:p w14:paraId="619A2275" w14:textId="7128C82E" w:rsidR="00C74152" w:rsidRDefault="00C74152" w:rsidP="0020437B"/>
    <w:p w14:paraId="44947935" w14:textId="0EFAC0B2" w:rsidR="00C74152" w:rsidRDefault="00C74152" w:rsidP="0020437B"/>
    <w:p w14:paraId="4C138279" w14:textId="23814BD4" w:rsidR="00C74152" w:rsidRDefault="00C74152" w:rsidP="0020437B"/>
    <w:p w14:paraId="2A4DA26F" w14:textId="35F54DCA" w:rsidR="00C74152" w:rsidRPr="002260C3" w:rsidRDefault="00C74152" w:rsidP="00C74152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Příloha č. </w:t>
      </w:r>
      <w:r>
        <w:rPr>
          <w:rFonts w:asciiTheme="minorHAnsi" w:hAnsiTheme="minorHAnsi"/>
          <w:sz w:val="18"/>
          <w:szCs w:val="18"/>
        </w:rPr>
        <w:t>2 dohody o ochraně důvěrných informací</w:t>
      </w:r>
    </w:p>
    <w:p w14:paraId="7F5D4CCB" w14:textId="3C8BC8E5" w:rsidR="00C74152" w:rsidRPr="000666F6" w:rsidRDefault="00C74152" w:rsidP="00C74152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  <w:r w:rsidRPr="000666F6">
        <w:rPr>
          <w:rFonts w:asciiTheme="minorHAnsi" w:hAnsiTheme="minorHAnsi"/>
          <w:bCs/>
          <w:sz w:val="18"/>
          <w:szCs w:val="18"/>
        </w:rPr>
        <w:t>Dokument obsahující Důvěrn</w:t>
      </w:r>
      <w:r w:rsidR="00B738AB">
        <w:rPr>
          <w:rFonts w:asciiTheme="minorHAnsi" w:hAnsiTheme="minorHAnsi"/>
          <w:bCs/>
          <w:sz w:val="18"/>
          <w:szCs w:val="18"/>
        </w:rPr>
        <w:t>é</w:t>
      </w:r>
      <w:r w:rsidRPr="000666F6">
        <w:rPr>
          <w:rFonts w:asciiTheme="minorHAnsi" w:hAnsiTheme="minorHAnsi"/>
          <w:bCs/>
          <w:sz w:val="18"/>
          <w:szCs w:val="18"/>
        </w:rPr>
        <w:t xml:space="preserve"> informac</w:t>
      </w:r>
      <w:r w:rsidR="00B738AB">
        <w:rPr>
          <w:rFonts w:asciiTheme="minorHAnsi" w:hAnsiTheme="minorHAnsi"/>
          <w:bCs/>
          <w:sz w:val="18"/>
          <w:szCs w:val="18"/>
        </w:rPr>
        <w:t>e</w:t>
      </w:r>
    </w:p>
    <w:p w14:paraId="39580B19" w14:textId="77777777" w:rsidR="00C74152" w:rsidRPr="002260C3" w:rsidRDefault="00C74152" w:rsidP="00C74152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01AE8199" w14:textId="63770096" w:rsidR="00C74152" w:rsidRPr="00E56A79" w:rsidRDefault="00C74152" w:rsidP="00C74152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48B36839">
        <w:rPr>
          <w:rFonts w:asciiTheme="minorHAnsi" w:hAnsiTheme="minorHAnsi"/>
          <w:b w:val="0"/>
          <w:sz w:val="18"/>
          <w:szCs w:val="18"/>
        </w:rPr>
        <w:t xml:space="preserve">Zadavatel poskytuje Dodavateli dokument obsahující Důvěrné informace, tj. Přílohu č. </w:t>
      </w:r>
      <w:r>
        <w:rPr>
          <w:rFonts w:asciiTheme="minorHAnsi" w:hAnsiTheme="minorHAnsi"/>
          <w:b w:val="0"/>
          <w:sz w:val="18"/>
          <w:szCs w:val="18"/>
        </w:rPr>
        <w:t>8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</w:t>
      </w:r>
      <w:r>
        <w:rPr>
          <w:rFonts w:asciiTheme="minorHAnsi" w:hAnsiTheme="minorHAnsi"/>
          <w:b w:val="0"/>
          <w:sz w:val="18"/>
          <w:szCs w:val="18"/>
        </w:rPr>
        <w:t>Závazného vzoru smlouvy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s názvem „</w:t>
      </w:r>
      <w:r>
        <w:rPr>
          <w:rFonts w:asciiTheme="minorHAnsi" w:hAnsiTheme="minorHAnsi"/>
          <w:b w:val="0"/>
          <w:sz w:val="18"/>
          <w:szCs w:val="18"/>
        </w:rPr>
        <w:t>Seznam interních předpisů</w:t>
      </w:r>
      <w:r w:rsidRPr="48B36839">
        <w:rPr>
          <w:rFonts w:asciiTheme="minorHAnsi" w:hAnsiTheme="minorHAnsi"/>
          <w:b w:val="0"/>
          <w:sz w:val="18"/>
          <w:szCs w:val="18"/>
        </w:rPr>
        <w:t>“</w:t>
      </w:r>
      <w:r w:rsidR="005A346C">
        <w:rPr>
          <w:rFonts w:asciiTheme="minorHAnsi" w:hAnsiTheme="minorHAnsi"/>
          <w:b w:val="0"/>
          <w:sz w:val="18"/>
          <w:szCs w:val="18"/>
        </w:rPr>
        <w:t xml:space="preserve"> a spolu s ním též </w:t>
      </w:r>
      <w:r w:rsidR="005A346C" w:rsidRPr="005A346C">
        <w:rPr>
          <w:rFonts w:asciiTheme="minorHAnsi" w:hAnsiTheme="minorHAnsi"/>
          <w:b w:val="0"/>
          <w:sz w:val="18"/>
          <w:szCs w:val="18"/>
        </w:rPr>
        <w:t>samotné interní předpisy</w:t>
      </w:r>
      <w:r w:rsidRPr="48B36839">
        <w:rPr>
          <w:rFonts w:asciiTheme="minorHAnsi" w:hAnsiTheme="minorHAnsi"/>
          <w:b w:val="0"/>
          <w:sz w:val="18"/>
          <w:szCs w:val="18"/>
        </w:rPr>
        <w:t>. CD</w:t>
      </w:r>
      <w:r w:rsidRPr="48B36839">
        <w:rPr>
          <w:rFonts w:asciiTheme="minorHAnsi" w:hAnsiTheme="minorHAnsi"/>
          <w:b w:val="0"/>
          <w:sz w:val="18"/>
          <w:szCs w:val="18"/>
          <w:lang w:eastAsia="en-US"/>
        </w:rPr>
        <w:t>/</w:t>
      </w:r>
      <w:proofErr w:type="spellStart"/>
      <w:r w:rsidRPr="48B36839">
        <w:rPr>
          <w:rFonts w:asciiTheme="minorHAnsi" w:hAnsiTheme="minorHAnsi"/>
          <w:b w:val="0"/>
          <w:sz w:val="18"/>
          <w:szCs w:val="18"/>
          <w:lang w:eastAsia="en-US"/>
        </w:rPr>
        <w:t>flash</w:t>
      </w:r>
      <w:proofErr w:type="spellEnd"/>
      <w:r w:rsidRPr="48B36839">
        <w:rPr>
          <w:rFonts w:asciiTheme="minorHAnsi" w:hAnsiTheme="minorHAnsi"/>
          <w:b w:val="0"/>
          <w:sz w:val="18"/>
          <w:szCs w:val="18"/>
          <w:lang w:eastAsia="en-US"/>
        </w:rPr>
        <w:t xml:space="preserve"> disk</w:t>
      </w:r>
      <w:r w:rsidRPr="48B36839">
        <w:rPr>
          <w:rFonts w:asciiTheme="minorHAnsi" w:hAnsiTheme="minorHAnsi"/>
          <w:b w:val="0"/>
          <w:sz w:val="18"/>
          <w:szCs w:val="18"/>
        </w:rPr>
        <w:t xml:space="preserve"> s tímto dokumentem bude po podpisu této Dohody předáno Dodavateli.</w:t>
      </w:r>
    </w:p>
    <w:p w14:paraId="1EAE70F3" w14:textId="77777777" w:rsidR="00C74152" w:rsidRDefault="00C74152" w:rsidP="00C74152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69242288" w14:textId="77777777" w:rsidR="00C74152" w:rsidRPr="0020437B" w:rsidRDefault="00C74152" w:rsidP="0020437B"/>
    <w:sectPr w:rsidR="00C74152" w:rsidRPr="0020437B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50608" w14:textId="77777777" w:rsidR="00527047" w:rsidRDefault="00527047" w:rsidP="00962258">
      <w:pPr>
        <w:spacing w:after="0" w:line="240" w:lineRule="auto"/>
      </w:pPr>
      <w:r>
        <w:separator/>
      </w:r>
    </w:p>
  </w:endnote>
  <w:endnote w:type="continuationSeparator" w:id="0">
    <w:p w14:paraId="0E65B2C4" w14:textId="77777777" w:rsidR="00527047" w:rsidRDefault="00527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A02CA" w14:textId="5BFE2656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935D01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528FE51C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5D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C7D85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A2AEE8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4A4680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5D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5D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F1C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30C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D4D8EA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35D0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35D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3CE6B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B641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A652A" w14:textId="77777777" w:rsidR="00527047" w:rsidRDefault="00527047" w:rsidP="00962258">
      <w:pPr>
        <w:spacing w:after="0" w:line="240" w:lineRule="auto"/>
      </w:pPr>
      <w:r>
        <w:separator/>
      </w:r>
    </w:p>
  </w:footnote>
  <w:footnote w:type="continuationSeparator" w:id="0">
    <w:p w14:paraId="0B806AB1" w14:textId="77777777" w:rsidR="00527047" w:rsidRDefault="005270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3F038" w14:textId="77777777" w:rsidR="00005A4E" w:rsidRDefault="00005A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17A94" w14:textId="77777777" w:rsidR="00005A4E" w:rsidRDefault="00005A4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197872">
      <w:trPr>
        <w:trHeight w:hRule="exact" w:val="599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  <w:bookmarkStart w:id="20" w:name="_GoBack"/>
          <w:bookmarkEnd w:id="20"/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659E594D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005A4E">
      <w:trPr>
        <w:trHeight w:hRule="exact" w:val="1216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157D93B9" w:rsidR="0033381E" w:rsidRPr="00D6163D" w:rsidRDefault="00197872" w:rsidP="009576B3">
          <w:pPr>
            <w:pStyle w:val="Druhdokumentu"/>
          </w:pPr>
          <w:r>
            <w:rPr>
              <w:rStyle w:val="slostrnky"/>
              <w:noProof/>
              <w:lang w:eastAsia="cs-CZ"/>
            </w:rPr>
            <w:drawing>
              <wp:inline distT="0" distB="0" distL="0" distR="0" wp14:anchorId="0D98D20A" wp14:editId="3ABE7518">
                <wp:extent cx="1109345" cy="640080"/>
                <wp:effectExtent l="0" t="0" r="0" b="762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9345" cy="6400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197872" w14:paraId="106E8BEC" w14:textId="77777777" w:rsidTr="00197872">
      <w:trPr>
        <w:trHeight w:hRule="exact" w:val="368"/>
      </w:trPr>
      <w:tc>
        <w:tcPr>
          <w:tcW w:w="1361" w:type="dxa"/>
          <w:tcMar>
            <w:left w:w="0" w:type="dxa"/>
            <w:right w:w="0" w:type="dxa"/>
          </w:tcMar>
        </w:tcPr>
        <w:p w14:paraId="29721879" w14:textId="379C6211" w:rsidR="00197872" w:rsidRPr="00B8518B" w:rsidRDefault="00197872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21AE67" w14:textId="77777777" w:rsidR="00197872" w:rsidRDefault="00197872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2C7418" w14:textId="77777777" w:rsidR="00197872" w:rsidRPr="00D6163D" w:rsidRDefault="00197872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3872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E5D"/>
    <w:rsid w:val="00005A4E"/>
    <w:rsid w:val="00011E5D"/>
    <w:rsid w:val="00012235"/>
    <w:rsid w:val="0006138D"/>
    <w:rsid w:val="000666F6"/>
    <w:rsid w:val="00072C1E"/>
    <w:rsid w:val="000E23A7"/>
    <w:rsid w:val="000E3F04"/>
    <w:rsid w:val="0010693F"/>
    <w:rsid w:val="00114472"/>
    <w:rsid w:val="00125721"/>
    <w:rsid w:val="00145D90"/>
    <w:rsid w:val="001550BC"/>
    <w:rsid w:val="001605B9"/>
    <w:rsid w:val="00170783"/>
    <w:rsid w:val="00170EC5"/>
    <w:rsid w:val="001747C1"/>
    <w:rsid w:val="00180C10"/>
    <w:rsid w:val="00184743"/>
    <w:rsid w:val="00197872"/>
    <w:rsid w:val="001D4234"/>
    <w:rsid w:val="0020437B"/>
    <w:rsid w:val="00204B7F"/>
    <w:rsid w:val="00207DF5"/>
    <w:rsid w:val="00280E07"/>
    <w:rsid w:val="00295B5B"/>
    <w:rsid w:val="0029793A"/>
    <w:rsid w:val="002C31BF"/>
    <w:rsid w:val="002D08B1"/>
    <w:rsid w:val="002E0CD7"/>
    <w:rsid w:val="0033381E"/>
    <w:rsid w:val="00335328"/>
    <w:rsid w:val="00341DCF"/>
    <w:rsid w:val="00357BC6"/>
    <w:rsid w:val="003956C6"/>
    <w:rsid w:val="003B3766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62A"/>
    <w:rsid w:val="004C787C"/>
    <w:rsid w:val="004D12FF"/>
    <w:rsid w:val="004E143C"/>
    <w:rsid w:val="004E3A53"/>
    <w:rsid w:val="004F1453"/>
    <w:rsid w:val="004F20BC"/>
    <w:rsid w:val="004F4B9B"/>
    <w:rsid w:val="004F69EA"/>
    <w:rsid w:val="00511AB9"/>
    <w:rsid w:val="00523EA7"/>
    <w:rsid w:val="00527047"/>
    <w:rsid w:val="005360E8"/>
    <w:rsid w:val="005443E0"/>
    <w:rsid w:val="005503A7"/>
    <w:rsid w:val="00553375"/>
    <w:rsid w:val="00557C28"/>
    <w:rsid w:val="005649D0"/>
    <w:rsid w:val="005736B7"/>
    <w:rsid w:val="00575E5A"/>
    <w:rsid w:val="00584EF1"/>
    <w:rsid w:val="005A346C"/>
    <w:rsid w:val="005B73EF"/>
    <w:rsid w:val="005C1B06"/>
    <w:rsid w:val="005F1404"/>
    <w:rsid w:val="0061068E"/>
    <w:rsid w:val="006222A8"/>
    <w:rsid w:val="006264BC"/>
    <w:rsid w:val="00633A8F"/>
    <w:rsid w:val="00660AD3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06D8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1C96"/>
    <w:rsid w:val="00892556"/>
    <w:rsid w:val="00895406"/>
    <w:rsid w:val="008A3568"/>
    <w:rsid w:val="008D03B9"/>
    <w:rsid w:val="008E2351"/>
    <w:rsid w:val="008F18D6"/>
    <w:rsid w:val="009022BC"/>
    <w:rsid w:val="00904780"/>
    <w:rsid w:val="00922385"/>
    <w:rsid w:val="009223DF"/>
    <w:rsid w:val="00923DE9"/>
    <w:rsid w:val="00935D0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0380A"/>
    <w:rsid w:val="00A6177B"/>
    <w:rsid w:val="00A6534B"/>
    <w:rsid w:val="00A66136"/>
    <w:rsid w:val="00A942D6"/>
    <w:rsid w:val="00AA18C0"/>
    <w:rsid w:val="00AA4CBB"/>
    <w:rsid w:val="00AA65FA"/>
    <w:rsid w:val="00AA7351"/>
    <w:rsid w:val="00AD056F"/>
    <w:rsid w:val="00AD6731"/>
    <w:rsid w:val="00B15D0D"/>
    <w:rsid w:val="00B4459D"/>
    <w:rsid w:val="00B45000"/>
    <w:rsid w:val="00B72056"/>
    <w:rsid w:val="00B738AB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74152"/>
    <w:rsid w:val="00CC3A60"/>
    <w:rsid w:val="00CD1FC4"/>
    <w:rsid w:val="00D11E08"/>
    <w:rsid w:val="00D14D11"/>
    <w:rsid w:val="00D20BC6"/>
    <w:rsid w:val="00D21061"/>
    <w:rsid w:val="00D24245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EF177E"/>
    <w:rsid w:val="00F0533E"/>
    <w:rsid w:val="00F0685F"/>
    <w:rsid w:val="00F1048D"/>
    <w:rsid w:val="00F12DEC"/>
    <w:rsid w:val="00F14577"/>
    <w:rsid w:val="00F1715C"/>
    <w:rsid w:val="00F310F8"/>
    <w:rsid w:val="00F335C7"/>
    <w:rsid w:val="00F35939"/>
    <w:rsid w:val="00F45607"/>
    <w:rsid w:val="00F5558F"/>
    <w:rsid w:val="00F659EB"/>
    <w:rsid w:val="00F86BA6"/>
    <w:rsid w:val="00F87883"/>
    <w:rsid w:val="00F96DAF"/>
    <w:rsid w:val="00FB26F6"/>
    <w:rsid w:val="00FB723E"/>
    <w:rsid w:val="00FC6389"/>
    <w:rsid w:val="48B3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1">
    <w:name w:val="Table Normal1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5B73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8B2035780ECC48999558FEEB38EEA2" ma:contentTypeVersion="2" ma:contentTypeDescription="Vytvoří nový dokument" ma:contentTypeScope="" ma:versionID="d15a51fd022516e2108343f8ad533c46">
  <xsd:schema xmlns:xsd="http://www.w3.org/2001/XMLSchema" xmlns:xs="http://www.w3.org/2001/XMLSchema" xmlns:p="http://schemas.microsoft.com/office/2006/metadata/properties" xmlns:ns2="be244ece-e6c7-427f-a4ac-e8b9f2cbbd4d" targetNamespace="http://schemas.microsoft.com/office/2006/metadata/properties" ma:root="true" ma:fieldsID="f574fe23f15f27e7e62c5e14e91943a7" ns2:_="">
    <xsd:import namespace="be244ece-e6c7-427f-a4ac-e8b9f2cbb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44ece-e6c7-427f-a4ac-e8b9f2cbb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A521C1-28C0-434F-9181-23D5991A8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44ece-e6c7-427f-a4ac-e8b9f2cbb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813C4-00BB-45F0-9B11-1A4E9A7C9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6</Pages>
  <Words>1240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4</cp:revision>
  <cp:lastPrinted>2017-11-28T17:18:00Z</cp:lastPrinted>
  <dcterms:created xsi:type="dcterms:W3CDTF">2022-06-23T10:27:00Z</dcterms:created>
  <dcterms:modified xsi:type="dcterms:W3CDTF">2022-06-30T05:49:00Z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0x010100FD8B2035780ECC48999558FEEB38EEA2</vt:lpwstr>
  </property>
  <property fmtid="{D5CDD505-2E9C-101B-9397-08002B2CF9AE}" pid="3" name="URL">
    <vt:lpwstr/>
  </property>
</Properties>
</file>